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A06F36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414771">
        <w:rPr>
          <w:rFonts w:eastAsia="Times New Roman" w:cs="Times New Roman"/>
          <w:lang w:eastAsia="cs-CZ"/>
        </w:rPr>
        <w:t>18597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0A3191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797C03">
        <w:rPr>
          <w:b/>
          <w:bCs/>
          <w:noProof/>
        </w:rPr>
        <w:t>6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414771">
        <w:rPr>
          <w:noProof/>
        </w:rPr>
        <w:t>18597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9B20" w14:textId="77777777" w:rsidR="00877B4F" w:rsidRDefault="00877B4F" w:rsidP="00962258">
      <w:pPr>
        <w:spacing w:after="0" w:line="240" w:lineRule="auto"/>
      </w:pPr>
      <w:r>
        <w:separator/>
      </w:r>
    </w:p>
  </w:endnote>
  <w:endnote w:type="continuationSeparator" w:id="0">
    <w:p w14:paraId="7E13AD6A" w14:textId="77777777" w:rsidR="00877B4F" w:rsidRDefault="00877B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5C07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0252D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6E2C6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1BD1D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74ADB" w14:textId="77777777" w:rsidR="00877B4F" w:rsidRDefault="00877B4F" w:rsidP="00962258">
      <w:pPr>
        <w:spacing w:after="0" w:line="240" w:lineRule="auto"/>
      </w:pPr>
      <w:r>
        <w:separator/>
      </w:r>
    </w:p>
  </w:footnote>
  <w:footnote w:type="continuationSeparator" w:id="0">
    <w:p w14:paraId="621C6024" w14:textId="77777777" w:rsidR="00877B4F" w:rsidRDefault="00877B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2355D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2DE2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14771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97C03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77B4F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25796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26120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1C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92</cp:revision>
  <cp:lastPrinted>2025-03-17T09:30:00Z</cp:lastPrinted>
  <dcterms:created xsi:type="dcterms:W3CDTF">2020-06-11T06:14:00Z</dcterms:created>
  <dcterms:modified xsi:type="dcterms:W3CDTF">2025-03-17T09:30:00Z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